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DFA43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F7D1B" w:rsidRPr="004F7D1B">
        <w:rPr>
          <w:rFonts w:ascii="Corbel" w:hAnsi="Corbel"/>
          <w:smallCaps/>
          <w:sz w:val="24"/>
          <w:szCs w:val="24"/>
        </w:rPr>
        <w:t>2020-2022</w:t>
      </w:r>
    </w:p>
    <w:p w14:paraId="52A1F5A6" w14:textId="5ABD8875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2020/2021</w:t>
      </w:r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lastRenderedPageBreak/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Metodyki zarządzania projektami stosowane przez project managerów u operatorów systemu dystrybucyjnego w Polsce : studium empiryczne / Agnieszka Anna Szpitter.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Zdonek ; oprac. Aleksandra Czupryna-Nowak [et al.]. - Gliwice : Wydawnictwo </w:t>
            </w:r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 Śląskiej,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5CF31" w14:textId="77777777" w:rsidR="0034764A" w:rsidRDefault="0034764A" w:rsidP="00C16ABF">
      <w:pPr>
        <w:spacing w:after="0" w:line="240" w:lineRule="auto"/>
      </w:pPr>
      <w:r>
        <w:separator/>
      </w:r>
    </w:p>
  </w:endnote>
  <w:endnote w:type="continuationSeparator" w:id="0">
    <w:p w14:paraId="41DD114E" w14:textId="77777777" w:rsidR="0034764A" w:rsidRDefault="003476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3D989" w14:textId="77777777" w:rsidR="0034764A" w:rsidRDefault="0034764A" w:rsidP="00C16ABF">
      <w:pPr>
        <w:spacing w:after="0" w:line="240" w:lineRule="auto"/>
      </w:pPr>
      <w:r>
        <w:separator/>
      </w:r>
    </w:p>
  </w:footnote>
  <w:footnote w:type="continuationSeparator" w:id="0">
    <w:p w14:paraId="3466E2F8" w14:textId="77777777" w:rsidR="0034764A" w:rsidRDefault="0034764A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4764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6C2BDC-A3D7-478F-A55A-34A8A8DA0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E62532-98D1-4EA0-B6D2-11CC3913F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1263</Words>
  <Characters>7583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6</cp:revision>
  <cp:lastPrinted>2017-02-15T12:41:00Z</cp:lastPrinted>
  <dcterms:created xsi:type="dcterms:W3CDTF">2020-11-23T20:54:00Z</dcterms:created>
  <dcterms:modified xsi:type="dcterms:W3CDTF">2020-12-13T11:53:00Z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